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c284d05167543e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E70CA" w:rsidR="00140C1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Espagne</w:t>
      </w:r>
    </w:p>
    <w:p>
      <w:pPr>
        <w:pStyle w:val="IQB-Aufgabengrafik"/>
      </w:pPr>
      <w:r>
        <w:drawing>
          <wp:inline distT="0" distB="0" distL="0" distR="0">
            <wp:extent cx="5372100" cy="29718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00aa2cc734d404a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372100" cy="38481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bf444df18b04809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00aa2cc734d404a" /><Relationship Type="http://schemas.openxmlformats.org/officeDocument/2006/relationships/image" Target="/media/image2.emf" Id="R1bf444df18b0480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16F7-2A33-47E0-AB8B-3DB3257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CAD399A1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Daniela Holm</cp:lastModifiedBy>
  <cp:revision>2</cp:revision>
  <cp:lastPrinted>2012-12-11T10:05:00Z</cp:lastPrinted>
  <dcterms:created xsi:type="dcterms:W3CDTF">2013-02-08T14:50:00Z</dcterms:created>
  <dcterms:modified xsi:type="dcterms:W3CDTF">2013-02-08T14:50:00Z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Version=1.0.1.0, Culture=neutral, PublicKeyToken=null; Konfiguration: _online: Aufgaben Hauptdurchgang VERA; neugebb; 20.03.2013</vt:lpwstr>
  </op:property>
</op:Properties>
</file>